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A0F83" w14:textId="77777777" w:rsidR="009905B6" w:rsidRPr="002E285C" w:rsidRDefault="00E72632" w:rsidP="002E285C">
      <w:pPr>
        <w:pStyle w:val="berschrift2"/>
        <w:tabs>
          <w:tab w:val="clear" w:pos="2410"/>
          <w:tab w:val="center" w:pos="2296"/>
          <w:tab w:val="right" w:pos="4593"/>
        </w:tabs>
        <w:jc w:val="center"/>
      </w:pPr>
      <w:r>
        <w:rPr>
          <w:rFonts w:ascii="Verdana" w:hAnsi="Verdana"/>
          <w:noProof/>
          <w:u w:val="non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6A4C541" wp14:editId="4A2FFDAB">
                <wp:simplePos x="0" y="0"/>
                <wp:positionH relativeFrom="column">
                  <wp:posOffset>-14605</wp:posOffset>
                </wp:positionH>
                <wp:positionV relativeFrom="paragraph">
                  <wp:posOffset>-420370</wp:posOffset>
                </wp:positionV>
                <wp:extent cx="6372225" cy="0"/>
                <wp:effectExtent l="0" t="0" r="0" b="0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7222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477A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5AAC89" id="Line 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5pt,-33.1pt" to="500.6pt,-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" strokecolor="#477a00" strokeweight="3pt"/>
            </w:pict>
          </mc:Fallback>
        </mc:AlternateContent>
      </w:r>
      <w:r>
        <w:rPr>
          <w:rFonts w:ascii="Verdana" w:hAnsi="Verdana"/>
          <w:noProof/>
          <w:u w:val="non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E2365A9" wp14:editId="1EFFC463">
                <wp:simplePos x="0" y="0"/>
                <wp:positionH relativeFrom="page">
                  <wp:posOffset>2264410</wp:posOffset>
                </wp:positionH>
                <wp:positionV relativeFrom="page">
                  <wp:posOffset>674370</wp:posOffset>
                </wp:positionV>
                <wp:extent cx="4800600" cy="4572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70BC54" w14:textId="77777777" w:rsidR="00507BE6" w:rsidRPr="00D325E0" w:rsidRDefault="00507BE6">
                            <w:pPr>
                              <w:pStyle w:val="berschrift1"/>
                              <w:tabs>
                                <w:tab w:val="left" w:pos="3119"/>
                              </w:tabs>
                              <w:rPr>
                                <w:color w:val="477A00"/>
                                <w:sz w:val="32"/>
                              </w:rPr>
                            </w:pPr>
                            <w:r w:rsidRPr="00D325E0">
                              <w:rPr>
                                <w:color w:val="477A00"/>
                                <w:sz w:val="32"/>
                              </w:rPr>
                              <w:t>Lehrerverband Berufliche Schulen Sachsen e.V.</w:t>
                            </w:r>
                          </w:p>
                          <w:p w14:paraId="16F5A6EE" w14:textId="77777777" w:rsidR="00507BE6" w:rsidRPr="00D325E0" w:rsidRDefault="00507BE6">
                            <w:pPr>
                              <w:jc w:val="center"/>
                              <w:rPr>
                                <w:color w:val="477A00"/>
                              </w:rPr>
                            </w:pPr>
                            <w:r w:rsidRPr="00D325E0">
                              <w:rPr>
                                <w:color w:val="477A00"/>
                              </w:rPr>
                              <w:t>- Der Berufsschullehrerverband -</w:t>
                            </w:r>
                          </w:p>
                          <w:p w14:paraId="6911A5B7" w14:textId="77777777" w:rsidR="00507BE6" w:rsidRPr="00D325E0" w:rsidRDefault="00507BE6">
                            <w:pPr>
                              <w:pStyle w:val="Kopfzeile"/>
                              <w:jc w:val="right"/>
                              <w:rPr>
                                <w:color w:val="477A00"/>
                                <w:sz w:val="32"/>
                              </w:rPr>
                            </w:pPr>
                          </w:p>
                          <w:p w14:paraId="650F5297" w14:textId="77777777" w:rsidR="00507BE6" w:rsidRPr="00D325E0" w:rsidRDefault="00507BE6">
                            <w:pPr>
                              <w:ind w:left="-851" w:right="-426"/>
                              <w:rPr>
                                <w:b/>
                                <w:color w:val="477A00"/>
                                <w:sz w:val="32"/>
                              </w:rPr>
                            </w:pPr>
                          </w:p>
                          <w:p w14:paraId="17E06764" w14:textId="77777777" w:rsidR="00507BE6" w:rsidRPr="00D325E0" w:rsidRDefault="00507BE6">
                            <w:pPr>
                              <w:ind w:left="-851" w:right="-426"/>
                              <w:rPr>
                                <w:b/>
                                <w:color w:val="477A00"/>
                                <w:sz w:val="32"/>
                              </w:rPr>
                            </w:pPr>
                          </w:p>
                          <w:p w14:paraId="16EB1676" w14:textId="77777777" w:rsidR="00507BE6" w:rsidRPr="00D325E0" w:rsidRDefault="00507BE6">
                            <w:pPr>
                              <w:rPr>
                                <w:color w:val="477A00"/>
                                <w:sz w:val="32"/>
                              </w:rPr>
                            </w:pPr>
                            <w:r w:rsidRPr="00D325E0">
                              <w:rPr>
                                <w:color w:val="477A00"/>
                                <w:sz w:val="32"/>
                              </w:rPr>
                              <w:t>La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2365A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8.3pt;margin-top:53.1pt;width:378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" stroked="f">
                <v:textbox inset="0,0,0,0">
                  <w:txbxContent>
                    <w:p w14:paraId="0370BC54" w14:textId="77777777" w:rsidR="00507BE6" w:rsidRPr="00D325E0" w:rsidRDefault="00507BE6">
                      <w:pPr>
                        <w:pStyle w:val="berschrift1"/>
                        <w:tabs>
                          <w:tab w:val="left" w:pos="3119"/>
                        </w:tabs>
                        <w:rPr>
                          <w:color w:val="477A00"/>
                          <w:sz w:val="32"/>
                        </w:rPr>
                      </w:pPr>
                      <w:r w:rsidRPr="00D325E0">
                        <w:rPr>
                          <w:color w:val="477A00"/>
                          <w:sz w:val="32"/>
                        </w:rPr>
                        <w:t>Lehrerverband Berufliche Schulen Sachsen e.V.</w:t>
                      </w:r>
                    </w:p>
                    <w:p w14:paraId="16F5A6EE" w14:textId="77777777" w:rsidR="00507BE6" w:rsidRPr="00D325E0" w:rsidRDefault="00507BE6">
                      <w:pPr>
                        <w:jc w:val="center"/>
                        <w:rPr>
                          <w:color w:val="477A00"/>
                        </w:rPr>
                      </w:pPr>
                      <w:r w:rsidRPr="00D325E0">
                        <w:rPr>
                          <w:color w:val="477A00"/>
                        </w:rPr>
                        <w:t>- Der Berufsschullehrerverband -</w:t>
                      </w:r>
                    </w:p>
                    <w:p w14:paraId="6911A5B7" w14:textId="77777777" w:rsidR="00507BE6" w:rsidRPr="00D325E0" w:rsidRDefault="00507BE6">
                      <w:pPr>
                        <w:pStyle w:val="Kopfzeile"/>
                        <w:jc w:val="right"/>
                        <w:rPr>
                          <w:color w:val="477A00"/>
                          <w:sz w:val="32"/>
                        </w:rPr>
                      </w:pPr>
                    </w:p>
                    <w:p w14:paraId="650F5297" w14:textId="77777777" w:rsidR="00507BE6" w:rsidRPr="00D325E0" w:rsidRDefault="00507BE6">
                      <w:pPr>
                        <w:ind w:left="-851" w:right="-426"/>
                        <w:rPr>
                          <w:b/>
                          <w:color w:val="477A00"/>
                          <w:sz w:val="32"/>
                        </w:rPr>
                      </w:pPr>
                    </w:p>
                    <w:p w14:paraId="17E06764" w14:textId="77777777" w:rsidR="00507BE6" w:rsidRPr="00D325E0" w:rsidRDefault="00507BE6">
                      <w:pPr>
                        <w:ind w:left="-851" w:right="-426"/>
                        <w:rPr>
                          <w:b/>
                          <w:color w:val="477A00"/>
                          <w:sz w:val="32"/>
                        </w:rPr>
                      </w:pPr>
                    </w:p>
                    <w:p w14:paraId="16EB1676" w14:textId="77777777" w:rsidR="00507BE6" w:rsidRPr="00D325E0" w:rsidRDefault="00507BE6">
                      <w:pPr>
                        <w:rPr>
                          <w:color w:val="477A00"/>
                          <w:sz w:val="32"/>
                        </w:rPr>
                      </w:pPr>
                      <w:r w:rsidRPr="00D325E0">
                        <w:rPr>
                          <w:color w:val="477A00"/>
                          <w:sz w:val="32"/>
                        </w:rPr>
                        <w:t>La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Verdana" w:hAnsi="Verdana"/>
          <w:noProof/>
          <w:u w:val="non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51DC216" wp14:editId="71ABA1B4">
                <wp:simplePos x="0" y="0"/>
                <wp:positionH relativeFrom="column">
                  <wp:posOffset>62865</wp:posOffset>
                </wp:positionH>
                <wp:positionV relativeFrom="margin">
                  <wp:posOffset>-1286510</wp:posOffset>
                </wp:positionV>
                <wp:extent cx="1341755" cy="123952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41755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F4B0F4" w14:textId="77777777" w:rsidR="00507BE6" w:rsidRPr="000271C8" w:rsidRDefault="00507BE6" w:rsidP="00541D74">
                            <w:pPr>
                              <w:pStyle w:val="berschrift1"/>
                              <w:jc w:val="center"/>
                              <w:rPr>
                                <w:i/>
                                <w:color w:val="477A00"/>
                              </w:rPr>
                            </w:pPr>
                            <w:r w:rsidRPr="000271C8">
                              <w:rPr>
                                <w:i/>
                                <w:color w:val="477A00"/>
                                <w:sz w:val="56"/>
                              </w:rPr>
                              <w:t>LV</w:t>
                            </w:r>
                            <w:r w:rsidRPr="000271C8">
                              <w:rPr>
                                <w:i/>
                                <w:color w:val="477A00"/>
                                <w:sz w:val="72"/>
                              </w:rPr>
                              <w:t>BS</w:t>
                            </w:r>
                          </w:p>
                          <w:p w14:paraId="763585DC" w14:textId="77777777" w:rsidR="00507BE6" w:rsidRPr="000271C8" w:rsidRDefault="00507BE6" w:rsidP="00541D74">
                            <w:pPr>
                              <w:pStyle w:val="berschrift2"/>
                              <w:jc w:val="center"/>
                              <w:rPr>
                                <w:i/>
                                <w:color w:val="477A00"/>
                                <w:spacing w:val="30"/>
                                <w:sz w:val="20"/>
                                <w:u w:val="none"/>
                              </w:rPr>
                            </w:pPr>
                            <w:r w:rsidRPr="000271C8">
                              <w:rPr>
                                <w:i/>
                                <w:color w:val="477A00"/>
                                <w:spacing w:val="30"/>
                                <w:sz w:val="24"/>
                                <w:u w:val="none"/>
                              </w:rPr>
                              <w:t>Sachsen e.V</w:t>
                            </w:r>
                            <w:r w:rsidRPr="000271C8">
                              <w:rPr>
                                <w:i/>
                                <w:color w:val="477A00"/>
                                <w:spacing w:val="30"/>
                                <w:sz w:val="20"/>
                                <w:u w:val="none"/>
                              </w:rPr>
                              <w:t>.</w:t>
                            </w:r>
                          </w:p>
                          <w:p w14:paraId="7E5D479F" w14:textId="77777777" w:rsidR="00541D74" w:rsidRPr="00D325E0" w:rsidRDefault="00541D74" w:rsidP="00541D74">
                            <w:pPr>
                              <w:rPr>
                                <w:color w:val="477A00"/>
                                <w:sz w:val="12"/>
                                <w:szCs w:val="12"/>
                              </w:rPr>
                            </w:pPr>
                          </w:p>
                          <w:p w14:paraId="5B91A4F5" w14:textId="77777777" w:rsidR="00507BE6" w:rsidRPr="004A127D" w:rsidRDefault="00507BE6">
                            <w:pPr>
                              <w:pStyle w:val="berschrift1"/>
                              <w:rPr>
                                <w:color w:val="00B05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108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DC216" id="Text Box 4" o:spid="_x0000_s1027" type="#_x0000_t202" style="position:absolute;left:0;text-align:left;margin-left:4.95pt;margin-top:-101.3pt;width:105.65pt;height:97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" filled="f" fillcolor="lime" stroked="f">
                <o:lock v:ext="edit" aspectratio="t"/>
                <v:textbox inset="0,3mm,0,0">
                  <w:txbxContent>
                    <w:p w14:paraId="70F4B0F4" w14:textId="77777777" w:rsidR="00507BE6" w:rsidRPr="000271C8" w:rsidRDefault="00507BE6" w:rsidP="00541D74">
                      <w:pPr>
                        <w:pStyle w:val="berschrift1"/>
                        <w:jc w:val="center"/>
                        <w:rPr>
                          <w:i/>
                          <w:color w:val="477A00"/>
                        </w:rPr>
                      </w:pPr>
                      <w:r w:rsidRPr="000271C8">
                        <w:rPr>
                          <w:i/>
                          <w:color w:val="477A00"/>
                          <w:sz w:val="56"/>
                        </w:rPr>
                        <w:t>LV</w:t>
                      </w:r>
                      <w:r w:rsidRPr="000271C8">
                        <w:rPr>
                          <w:i/>
                          <w:color w:val="477A00"/>
                          <w:sz w:val="72"/>
                        </w:rPr>
                        <w:t>BS</w:t>
                      </w:r>
                    </w:p>
                    <w:p w14:paraId="763585DC" w14:textId="77777777" w:rsidR="00507BE6" w:rsidRPr="000271C8" w:rsidRDefault="00507BE6" w:rsidP="00541D74">
                      <w:pPr>
                        <w:pStyle w:val="berschrift2"/>
                        <w:jc w:val="center"/>
                        <w:rPr>
                          <w:i/>
                          <w:color w:val="477A00"/>
                          <w:spacing w:val="30"/>
                          <w:sz w:val="20"/>
                          <w:u w:val="none"/>
                        </w:rPr>
                      </w:pPr>
                      <w:r w:rsidRPr="000271C8">
                        <w:rPr>
                          <w:i/>
                          <w:color w:val="477A00"/>
                          <w:spacing w:val="30"/>
                          <w:sz w:val="24"/>
                          <w:u w:val="none"/>
                        </w:rPr>
                        <w:t>Sachsen e.V</w:t>
                      </w:r>
                      <w:r w:rsidRPr="000271C8">
                        <w:rPr>
                          <w:i/>
                          <w:color w:val="477A00"/>
                          <w:spacing w:val="30"/>
                          <w:sz w:val="20"/>
                          <w:u w:val="none"/>
                        </w:rPr>
                        <w:t>.</w:t>
                      </w:r>
                    </w:p>
                    <w:p w14:paraId="7E5D479F" w14:textId="77777777" w:rsidR="00541D74" w:rsidRPr="00D325E0" w:rsidRDefault="00541D74" w:rsidP="00541D74">
                      <w:pPr>
                        <w:rPr>
                          <w:color w:val="477A00"/>
                          <w:sz w:val="12"/>
                          <w:szCs w:val="12"/>
                        </w:rPr>
                      </w:pPr>
                    </w:p>
                    <w:p w14:paraId="5B91A4F5" w14:textId="77777777" w:rsidR="00507BE6" w:rsidRPr="004A127D" w:rsidRDefault="00507BE6">
                      <w:pPr>
                        <w:pStyle w:val="berschrift1"/>
                        <w:rPr>
                          <w:color w:val="00B050"/>
                          <w:sz w:val="20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9905B6">
        <w:rPr>
          <w:rFonts w:ascii="Verdana" w:eastAsia="Verdana" w:hAnsi="Verdana"/>
          <w:b/>
          <w:color w:val="000000"/>
          <w:spacing w:val="-3"/>
          <w:sz w:val="28"/>
        </w:rPr>
        <w:t>Streikerfassungsliste</w:t>
      </w:r>
    </w:p>
    <w:p w14:paraId="66B2141E" w14:textId="77777777" w:rsidR="009905B6" w:rsidRDefault="009905B6" w:rsidP="009905B6">
      <w:pPr>
        <w:spacing w:line="360" w:lineRule="auto"/>
        <w:jc w:val="center"/>
        <w:textAlignment w:val="baseline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für </w:t>
      </w:r>
      <w:r w:rsidRPr="009905B6">
        <w:rPr>
          <w:rFonts w:eastAsia="Arial"/>
          <w:b/>
          <w:color w:val="000000"/>
        </w:rPr>
        <w:t>LVBS-Mitglieder</w:t>
      </w:r>
      <w:r>
        <w:rPr>
          <w:rFonts w:eastAsia="Arial"/>
          <w:color w:val="000000"/>
        </w:rPr>
        <w:t xml:space="preserve"> über die Teilnahme an Arbeitskampfmaßnahmen</w:t>
      </w:r>
    </w:p>
    <w:p w14:paraId="58BAA2BB" w14:textId="77777777" w:rsidR="009905B6" w:rsidRPr="00231768" w:rsidRDefault="009905B6" w:rsidP="002E285C">
      <w:pPr>
        <w:tabs>
          <w:tab w:val="left" w:pos="3312"/>
          <w:tab w:val="left" w:pos="5760"/>
          <w:tab w:val="left" w:pos="9354"/>
        </w:tabs>
        <w:spacing w:line="480" w:lineRule="auto"/>
        <w:ind w:left="74"/>
        <w:textAlignment w:val="baseline"/>
        <w:rPr>
          <w:rFonts w:eastAsia="Arial"/>
          <w:color w:val="000000"/>
          <w:spacing w:val="-2"/>
          <w:u w:val="dotted" w:color="BFBFBF"/>
        </w:rPr>
      </w:pPr>
      <w:r>
        <w:rPr>
          <w:rFonts w:eastAsia="Arial"/>
          <w:color w:val="000000"/>
          <w:spacing w:val="-2"/>
        </w:rPr>
        <w:t>Nachfolgend aufgeführte Beschäftigte des BSZ</w:t>
      </w:r>
      <w:r w:rsidRPr="00231768">
        <w:rPr>
          <w:rFonts w:eastAsia="Arial"/>
          <w:color w:val="000000"/>
          <w:spacing w:val="-2"/>
          <w:u w:val="dotted" w:color="BFBFBF"/>
        </w:rPr>
        <w:tab/>
      </w:r>
      <w:r w:rsidRPr="00231768">
        <w:rPr>
          <w:rFonts w:eastAsia="Arial"/>
          <w:color w:val="000000"/>
          <w:spacing w:val="-2"/>
          <w:u w:val="dotted" w:color="BFBFBF"/>
        </w:rPr>
        <w:tab/>
      </w:r>
    </w:p>
    <w:p w14:paraId="0B01C5FD" w14:textId="77777777" w:rsidR="009905B6" w:rsidRDefault="009905B6" w:rsidP="002E285C">
      <w:pPr>
        <w:tabs>
          <w:tab w:val="left" w:pos="1843"/>
          <w:tab w:val="left" w:pos="5760"/>
          <w:tab w:val="left" w:pos="7655"/>
          <w:tab w:val="left" w:pos="9354"/>
        </w:tabs>
        <w:spacing w:line="480" w:lineRule="auto"/>
        <w:ind w:left="74"/>
        <w:textAlignment w:val="baseline"/>
        <w:rPr>
          <w:rFonts w:eastAsia="Arial"/>
          <w:color w:val="000000"/>
          <w:spacing w:val="-2"/>
        </w:rPr>
      </w:pPr>
      <w:r w:rsidRPr="00231768">
        <w:rPr>
          <w:rFonts w:eastAsia="Arial"/>
          <w:color w:val="000000"/>
          <w:spacing w:val="-2"/>
          <w:u w:color="BFBFBF"/>
        </w:rPr>
        <w:t xml:space="preserve">in </w:t>
      </w:r>
      <w:r w:rsidRPr="00231768">
        <w:rPr>
          <w:rFonts w:eastAsia="Arial"/>
          <w:color w:val="000000"/>
          <w:spacing w:val="-2"/>
          <w:u w:val="dotted" w:color="BFBFBF"/>
        </w:rPr>
        <w:tab/>
      </w:r>
      <w:r>
        <w:rPr>
          <w:rFonts w:eastAsia="Arial"/>
          <w:color w:val="000000"/>
          <w:spacing w:val="-2"/>
        </w:rPr>
        <w:t xml:space="preserve">haben am </w:t>
      </w:r>
      <w:r w:rsidR="00BF6CD5">
        <w:rPr>
          <w:rFonts w:eastAsia="Arial"/>
          <w:color w:val="000000"/>
          <w:spacing w:val="-2"/>
        </w:rPr>
        <w:t>………………….</w:t>
      </w:r>
      <w:r>
        <w:rPr>
          <w:rFonts w:eastAsia="Arial"/>
          <w:color w:val="000000"/>
          <w:spacing w:val="-2"/>
        </w:rPr>
        <w:t>an Arbeitskampfmaßnahmen teilgenommen.</w:t>
      </w:r>
    </w:p>
    <w:p w14:paraId="5E153D85" w14:textId="77777777" w:rsidR="009905B6" w:rsidRDefault="009905B6" w:rsidP="009905B6">
      <w:pPr>
        <w:tabs>
          <w:tab w:val="left" w:pos="3312"/>
          <w:tab w:val="left" w:pos="5760"/>
          <w:tab w:val="left" w:pos="7655"/>
        </w:tabs>
        <w:spacing w:line="360" w:lineRule="auto"/>
        <w:ind w:left="74"/>
        <w:textAlignment w:val="baseline"/>
        <w:rPr>
          <w:rFonts w:eastAsia="Arial"/>
          <w:color w:val="000000"/>
          <w:spacing w:val="-2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3839"/>
        <w:gridCol w:w="1974"/>
        <w:gridCol w:w="2697"/>
      </w:tblGrid>
      <w:tr w:rsidR="009905B6" w:rsidRPr="002C396A" w14:paraId="3E49CFA6" w14:textId="77777777" w:rsidTr="00562EA9">
        <w:trPr>
          <w:trHeight w:hRule="exact" w:val="518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E60383" w14:textId="77777777" w:rsidR="009905B6" w:rsidRDefault="009905B6" w:rsidP="00231768">
            <w:pPr>
              <w:spacing w:after="4" w:line="254" w:lineRule="exact"/>
              <w:ind w:left="108"/>
              <w:textAlignment w:val="baseline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>Lfd. Nr.</w:t>
            </w:r>
          </w:p>
        </w:tc>
        <w:tc>
          <w:tcPr>
            <w:tcW w:w="3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219D84" w14:textId="77777777" w:rsidR="009905B6" w:rsidRDefault="009905B6" w:rsidP="00231768">
            <w:pPr>
              <w:spacing w:after="258" w:line="254" w:lineRule="exact"/>
              <w:ind w:right="1920"/>
              <w:jc w:val="right"/>
              <w:textAlignment w:val="baseline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>Name, Vorn</w:t>
            </w:r>
            <w:r w:rsidR="00562EA9">
              <w:rPr>
                <w:rFonts w:eastAsia="Arial"/>
                <w:b/>
                <w:color w:val="000000"/>
              </w:rPr>
              <w:t>a</w:t>
            </w:r>
            <w:bookmarkStart w:id="0" w:name="_GoBack"/>
            <w:bookmarkEnd w:id="0"/>
            <w:r>
              <w:rPr>
                <w:rFonts w:eastAsia="Arial"/>
                <w:b/>
                <w:color w:val="000000"/>
              </w:rPr>
              <w:t>me</w:t>
            </w:r>
          </w:p>
        </w:tc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A4C492" w14:textId="77777777" w:rsidR="009905B6" w:rsidRDefault="007F1855" w:rsidP="00231768">
            <w:pPr>
              <w:spacing w:after="4" w:line="254" w:lineRule="exact"/>
              <w:jc w:val="center"/>
              <w:textAlignment w:val="baseline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>Anzahl Std.</w:t>
            </w:r>
          </w:p>
        </w:tc>
        <w:tc>
          <w:tcPr>
            <w:tcW w:w="2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15D2ED" w14:textId="77777777" w:rsidR="009905B6" w:rsidRDefault="009905B6" w:rsidP="00231768">
            <w:pPr>
              <w:spacing w:after="4" w:line="254" w:lineRule="exact"/>
              <w:ind w:left="108"/>
              <w:textAlignment w:val="baseline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>Unterschrift des LVBS-Mitgliedes</w:t>
            </w:r>
          </w:p>
        </w:tc>
      </w:tr>
      <w:tr w:rsidR="009905B6" w:rsidRPr="002C396A" w14:paraId="1E5809FA" w14:textId="77777777" w:rsidTr="00562EA9">
        <w:trPr>
          <w:trHeight w:hRule="exact" w:val="404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AFEF65" w14:textId="77777777" w:rsidR="009905B6" w:rsidRDefault="009905B6" w:rsidP="00231768">
            <w:pPr>
              <w:spacing w:after="114" w:line="278" w:lineRule="exact"/>
              <w:ind w:right="116"/>
              <w:jc w:val="right"/>
              <w:textAlignment w:val="baseline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1</w:t>
            </w:r>
          </w:p>
        </w:tc>
        <w:tc>
          <w:tcPr>
            <w:tcW w:w="3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7FB23B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E578A6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2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522B68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</w:tr>
      <w:tr w:rsidR="009905B6" w:rsidRPr="002C396A" w14:paraId="65F1CDD2" w14:textId="77777777" w:rsidTr="00562EA9">
        <w:trPr>
          <w:trHeight w:hRule="exact" w:val="398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838374" w14:textId="77777777" w:rsidR="009905B6" w:rsidRDefault="009905B6" w:rsidP="00231768">
            <w:pPr>
              <w:spacing w:after="105" w:line="278" w:lineRule="exact"/>
              <w:ind w:right="116"/>
              <w:jc w:val="right"/>
              <w:textAlignment w:val="baseline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2</w:t>
            </w:r>
          </w:p>
        </w:tc>
        <w:tc>
          <w:tcPr>
            <w:tcW w:w="3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56C57D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E35022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2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860EC7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</w:tr>
      <w:tr w:rsidR="009905B6" w14:paraId="7C2A6BE2" w14:textId="77777777" w:rsidTr="00562EA9">
        <w:trPr>
          <w:trHeight w:hRule="exact" w:val="403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71CFDA" w14:textId="77777777" w:rsidR="009905B6" w:rsidRDefault="009905B6" w:rsidP="00231768">
            <w:pPr>
              <w:spacing w:after="105" w:line="278" w:lineRule="exact"/>
              <w:ind w:right="116"/>
              <w:jc w:val="right"/>
              <w:textAlignment w:val="baseline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3</w:t>
            </w:r>
          </w:p>
        </w:tc>
        <w:tc>
          <w:tcPr>
            <w:tcW w:w="3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3F9A84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775E5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2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12B805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</w:tr>
      <w:tr w:rsidR="009905B6" w14:paraId="244B3664" w14:textId="77777777" w:rsidTr="00562EA9">
        <w:trPr>
          <w:trHeight w:hRule="exact" w:val="399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79B5AA" w14:textId="77777777" w:rsidR="009905B6" w:rsidRDefault="009905B6" w:rsidP="00231768">
            <w:pPr>
              <w:spacing w:after="109" w:line="278" w:lineRule="exact"/>
              <w:ind w:right="116"/>
              <w:jc w:val="right"/>
              <w:textAlignment w:val="baseline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4</w:t>
            </w:r>
          </w:p>
        </w:tc>
        <w:tc>
          <w:tcPr>
            <w:tcW w:w="3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3AF847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537423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2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B6A56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</w:tr>
      <w:tr w:rsidR="009905B6" w14:paraId="0E8EE031" w14:textId="77777777" w:rsidTr="00562EA9">
        <w:trPr>
          <w:trHeight w:hRule="exact" w:val="403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72694D" w14:textId="77777777" w:rsidR="009905B6" w:rsidRDefault="009905B6" w:rsidP="00231768">
            <w:pPr>
              <w:spacing w:after="109" w:line="278" w:lineRule="exact"/>
              <w:ind w:right="116"/>
              <w:jc w:val="right"/>
              <w:textAlignment w:val="baseline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5</w:t>
            </w:r>
          </w:p>
        </w:tc>
        <w:tc>
          <w:tcPr>
            <w:tcW w:w="3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3E9A0B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A88790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2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658AE8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</w:tr>
      <w:tr w:rsidR="009905B6" w14:paraId="324828E7" w14:textId="77777777" w:rsidTr="00562EA9">
        <w:trPr>
          <w:trHeight w:hRule="exact" w:val="398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3B7FA9" w14:textId="77777777" w:rsidR="009905B6" w:rsidRDefault="009905B6" w:rsidP="00231768">
            <w:pPr>
              <w:spacing w:after="114" w:line="278" w:lineRule="exact"/>
              <w:ind w:right="116"/>
              <w:jc w:val="right"/>
              <w:textAlignment w:val="baseline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6</w:t>
            </w:r>
          </w:p>
        </w:tc>
        <w:tc>
          <w:tcPr>
            <w:tcW w:w="3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9D3149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78B4E1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2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C00338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</w:tr>
      <w:tr w:rsidR="009905B6" w14:paraId="39BEDFD0" w14:textId="77777777" w:rsidTr="00562EA9">
        <w:trPr>
          <w:trHeight w:hRule="exact" w:val="403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55EA2E" w14:textId="77777777" w:rsidR="009905B6" w:rsidRDefault="009905B6" w:rsidP="00231768">
            <w:pPr>
              <w:spacing w:after="115" w:line="278" w:lineRule="exact"/>
              <w:ind w:right="116"/>
              <w:jc w:val="right"/>
              <w:textAlignment w:val="baseline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7</w:t>
            </w:r>
          </w:p>
        </w:tc>
        <w:tc>
          <w:tcPr>
            <w:tcW w:w="3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05AC66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B375AF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2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B68FFF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</w:tr>
      <w:tr w:rsidR="009905B6" w14:paraId="52875D7C" w14:textId="77777777" w:rsidTr="00562EA9">
        <w:trPr>
          <w:trHeight w:hRule="exact" w:val="399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CEE8D" w14:textId="77777777" w:rsidR="009905B6" w:rsidRDefault="009905B6" w:rsidP="00231768">
            <w:pPr>
              <w:spacing w:after="99" w:line="278" w:lineRule="exact"/>
              <w:ind w:right="116"/>
              <w:jc w:val="right"/>
              <w:textAlignment w:val="baseline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8</w:t>
            </w:r>
          </w:p>
        </w:tc>
        <w:tc>
          <w:tcPr>
            <w:tcW w:w="3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7875B6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487C78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2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DBC7A8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</w:tr>
      <w:tr w:rsidR="009905B6" w14:paraId="3F3F06F4" w14:textId="77777777" w:rsidTr="00562EA9">
        <w:trPr>
          <w:trHeight w:hRule="exact" w:val="403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A35A4" w14:textId="77777777" w:rsidR="009905B6" w:rsidRDefault="009905B6" w:rsidP="00231768">
            <w:pPr>
              <w:spacing w:after="105" w:line="278" w:lineRule="exact"/>
              <w:ind w:right="116"/>
              <w:jc w:val="right"/>
              <w:textAlignment w:val="baseline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9</w:t>
            </w:r>
          </w:p>
        </w:tc>
        <w:tc>
          <w:tcPr>
            <w:tcW w:w="3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889504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C99C63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2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8144F4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</w:tr>
      <w:tr w:rsidR="009905B6" w14:paraId="58A2BA03" w14:textId="77777777" w:rsidTr="00562EA9">
        <w:trPr>
          <w:trHeight w:hRule="exact" w:val="403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FA8EF6" w14:textId="77777777" w:rsidR="009905B6" w:rsidRDefault="009905B6" w:rsidP="00231768">
            <w:pPr>
              <w:spacing w:after="105" w:line="278" w:lineRule="exact"/>
              <w:ind w:right="116"/>
              <w:jc w:val="right"/>
              <w:textAlignment w:val="baseline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10</w:t>
            </w:r>
          </w:p>
        </w:tc>
        <w:tc>
          <w:tcPr>
            <w:tcW w:w="3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4B68C7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FF8C69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2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BA6433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</w:tr>
      <w:tr w:rsidR="009905B6" w14:paraId="6EA9AD4E" w14:textId="77777777" w:rsidTr="00562EA9">
        <w:trPr>
          <w:trHeight w:hRule="exact" w:val="399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C6FBD9" w14:textId="77777777" w:rsidR="009905B6" w:rsidRDefault="009905B6" w:rsidP="00231768">
            <w:pPr>
              <w:spacing w:after="109" w:line="278" w:lineRule="exact"/>
              <w:ind w:right="116"/>
              <w:jc w:val="right"/>
              <w:textAlignment w:val="baseline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11</w:t>
            </w:r>
          </w:p>
        </w:tc>
        <w:tc>
          <w:tcPr>
            <w:tcW w:w="3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B8B036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4CF589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2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47497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</w:tr>
      <w:tr w:rsidR="009905B6" w14:paraId="076248A6" w14:textId="77777777" w:rsidTr="00562EA9">
        <w:trPr>
          <w:trHeight w:hRule="exact" w:val="403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6A6B1D" w14:textId="77777777" w:rsidR="009905B6" w:rsidRDefault="009905B6" w:rsidP="00231768">
            <w:pPr>
              <w:spacing w:after="109" w:line="278" w:lineRule="exact"/>
              <w:ind w:right="116"/>
              <w:jc w:val="right"/>
              <w:textAlignment w:val="baseline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12</w:t>
            </w:r>
          </w:p>
        </w:tc>
        <w:tc>
          <w:tcPr>
            <w:tcW w:w="3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9C3963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525C90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2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B5D2BD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</w:tr>
      <w:tr w:rsidR="009905B6" w14:paraId="7911B6C2" w14:textId="77777777" w:rsidTr="00562EA9">
        <w:trPr>
          <w:trHeight w:hRule="exact" w:val="398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89AD51" w14:textId="77777777" w:rsidR="009905B6" w:rsidRDefault="009905B6" w:rsidP="00231768">
            <w:pPr>
              <w:spacing w:after="114" w:line="278" w:lineRule="exact"/>
              <w:ind w:right="116"/>
              <w:jc w:val="right"/>
              <w:textAlignment w:val="baseline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13</w:t>
            </w:r>
          </w:p>
        </w:tc>
        <w:tc>
          <w:tcPr>
            <w:tcW w:w="3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AF24A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BDD002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2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E1AF5E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</w:tr>
      <w:tr w:rsidR="009905B6" w14:paraId="104E9C99" w14:textId="77777777" w:rsidTr="00562EA9">
        <w:trPr>
          <w:trHeight w:hRule="exact" w:val="403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9D3C5E" w14:textId="77777777" w:rsidR="009905B6" w:rsidRDefault="009905B6" w:rsidP="00231768">
            <w:pPr>
              <w:spacing w:after="115" w:line="278" w:lineRule="exact"/>
              <w:ind w:right="116"/>
              <w:jc w:val="right"/>
              <w:textAlignment w:val="baseline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14</w:t>
            </w:r>
          </w:p>
        </w:tc>
        <w:tc>
          <w:tcPr>
            <w:tcW w:w="3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21C0C9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EDA24D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2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786885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</w:tr>
      <w:tr w:rsidR="009905B6" w14:paraId="4417E3BF" w14:textId="77777777" w:rsidTr="00562EA9">
        <w:trPr>
          <w:trHeight w:hRule="exact" w:val="399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DA4AD0" w14:textId="77777777" w:rsidR="009905B6" w:rsidRDefault="009905B6" w:rsidP="00231768">
            <w:pPr>
              <w:spacing w:after="104" w:line="278" w:lineRule="exact"/>
              <w:ind w:right="116"/>
              <w:jc w:val="right"/>
              <w:textAlignment w:val="baseline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15</w:t>
            </w:r>
          </w:p>
        </w:tc>
        <w:tc>
          <w:tcPr>
            <w:tcW w:w="3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74CDFF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0FB7EE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2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100EE3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</w:tr>
      <w:tr w:rsidR="009905B6" w14:paraId="59AEA6E4" w14:textId="77777777" w:rsidTr="00562EA9">
        <w:trPr>
          <w:trHeight w:hRule="exact" w:val="403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88E296" w14:textId="77777777" w:rsidR="009905B6" w:rsidRDefault="009905B6" w:rsidP="00231768">
            <w:pPr>
              <w:spacing w:after="105" w:line="278" w:lineRule="exact"/>
              <w:ind w:right="116"/>
              <w:jc w:val="right"/>
              <w:textAlignment w:val="baseline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16</w:t>
            </w:r>
          </w:p>
        </w:tc>
        <w:tc>
          <w:tcPr>
            <w:tcW w:w="3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698A48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EAB451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2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1437D5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</w:tr>
      <w:tr w:rsidR="009905B6" w14:paraId="0058B27A" w14:textId="77777777" w:rsidTr="00562EA9">
        <w:trPr>
          <w:trHeight w:hRule="exact" w:val="398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561BB" w14:textId="77777777" w:rsidR="009905B6" w:rsidRDefault="009905B6" w:rsidP="00231768">
            <w:pPr>
              <w:spacing w:after="110" w:line="278" w:lineRule="exact"/>
              <w:ind w:right="116"/>
              <w:jc w:val="right"/>
              <w:textAlignment w:val="baseline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17</w:t>
            </w:r>
          </w:p>
        </w:tc>
        <w:tc>
          <w:tcPr>
            <w:tcW w:w="3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C301CD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28D828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2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F969B2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</w:tr>
      <w:tr w:rsidR="009905B6" w14:paraId="220930BD" w14:textId="77777777" w:rsidTr="00562EA9">
        <w:trPr>
          <w:trHeight w:hRule="exact" w:val="404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39981" w14:textId="77777777" w:rsidR="009905B6" w:rsidRDefault="009905B6" w:rsidP="00231768">
            <w:pPr>
              <w:spacing w:after="109" w:line="278" w:lineRule="exact"/>
              <w:ind w:right="116"/>
              <w:jc w:val="right"/>
              <w:textAlignment w:val="baseline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18</w:t>
            </w:r>
          </w:p>
        </w:tc>
        <w:tc>
          <w:tcPr>
            <w:tcW w:w="3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E4E9FF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F18E5D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2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F5E80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</w:tr>
      <w:tr w:rsidR="009905B6" w14:paraId="40CE1C8E" w14:textId="77777777" w:rsidTr="00562EA9">
        <w:trPr>
          <w:trHeight w:hRule="exact" w:val="398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9F8D23" w14:textId="77777777" w:rsidR="009905B6" w:rsidRDefault="009905B6" w:rsidP="00231768">
            <w:pPr>
              <w:spacing w:after="114" w:line="278" w:lineRule="exact"/>
              <w:ind w:right="116"/>
              <w:jc w:val="right"/>
              <w:textAlignment w:val="baseline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19</w:t>
            </w:r>
          </w:p>
        </w:tc>
        <w:tc>
          <w:tcPr>
            <w:tcW w:w="3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F666AF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CE21C9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2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F31089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</w:tr>
      <w:tr w:rsidR="009905B6" w14:paraId="2479E197" w14:textId="77777777" w:rsidTr="00562EA9">
        <w:trPr>
          <w:trHeight w:hRule="exact" w:val="408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2A43AF" w14:textId="77777777" w:rsidR="009905B6" w:rsidRDefault="009905B6" w:rsidP="00231768">
            <w:pPr>
              <w:spacing w:after="114" w:line="278" w:lineRule="exact"/>
              <w:ind w:right="116"/>
              <w:jc w:val="right"/>
              <w:textAlignment w:val="baseline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20</w:t>
            </w:r>
          </w:p>
        </w:tc>
        <w:tc>
          <w:tcPr>
            <w:tcW w:w="3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737114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C60AAB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  <w:tc>
          <w:tcPr>
            <w:tcW w:w="2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942C71" w14:textId="77777777" w:rsidR="009905B6" w:rsidRDefault="009905B6" w:rsidP="00231768">
            <w:pPr>
              <w:textAlignment w:val="baseline"/>
              <w:rPr>
                <w:rFonts w:eastAsia="Arial"/>
                <w:color w:val="000000"/>
              </w:rPr>
            </w:pPr>
          </w:p>
        </w:tc>
      </w:tr>
    </w:tbl>
    <w:p w14:paraId="72D01EF7" w14:textId="77777777" w:rsidR="009905B6" w:rsidRDefault="009905B6" w:rsidP="009905B6">
      <w:pPr>
        <w:textAlignment w:val="baseline"/>
        <w:rPr>
          <w:color w:val="000000"/>
        </w:rPr>
      </w:pPr>
    </w:p>
    <w:p w14:paraId="3540E404" w14:textId="77777777" w:rsidR="00A90AA9" w:rsidRDefault="00A90AA9" w:rsidP="00A90AA9">
      <w:pPr>
        <w:pStyle w:val="berschrift2"/>
        <w:tabs>
          <w:tab w:val="clear" w:pos="2410"/>
          <w:tab w:val="center" w:pos="2296"/>
          <w:tab w:val="right" w:pos="4593"/>
        </w:tabs>
        <w:jc w:val="center"/>
        <w:rPr>
          <w:rFonts w:ascii="Verdana" w:hAnsi="Verdana"/>
          <w:b/>
          <w:sz w:val="28"/>
          <w:szCs w:val="28"/>
          <w:u w:val="none"/>
        </w:rPr>
      </w:pPr>
    </w:p>
    <w:p w14:paraId="157831B7" w14:textId="77777777" w:rsidR="009905B6" w:rsidRPr="00231768" w:rsidRDefault="00240F11" w:rsidP="00240F11">
      <w:pPr>
        <w:tabs>
          <w:tab w:val="left" w:pos="851"/>
          <w:tab w:val="left" w:pos="1560"/>
          <w:tab w:val="left" w:pos="6521"/>
        </w:tabs>
        <w:rPr>
          <w:u w:val="dotted" w:color="BFBFBF"/>
        </w:rPr>
      </w:pPr>
      <w:r w:rsidRPr="00231768">
        <w:rPr>
          <w:u w:val="dotted" w:color="BFBFBF"/>
        </w:rPr>
        <w:tab/>
      </w:r>
      <w:r w:rsidRPr="00240F11">
        <w:tab/>
      </w:r>
      <w:r w:rsidRPr="00231768">
        <w:rPr>
          <w:u w:val="dotted" w:color="BFBFBF"/>
        </w:rPr>
        <w:tab/>
      </w:r>
    </w:p>
    <w:p w14:paraId="3F17FF2A" w14:textId="77777777" w:rsidR="00240F11" w:rsidRDefault="00240F11" w:rsidP="00240F11">
      <w:pPr>
        <w:tabs>
          <w:tab w:val="left" w:pos="851"/>
          <w:tab w:val="left" w:pos="1560"/>
          <w:tab w:val="left" w:pos="6521"/>
        </w:tabs>
      </w:pPr>
      <w:r>
        <w:rPr>
          <w:rFonts w:eastAsia="Arial"/>
          <w:color w:val="000000"/>
          <w:spacing w:val="-1"/>
          <w:sz w:val="20"/>
        </w:rPr>
        <w:t>Datum</w:t>
      </w:r>
      <w:r>
        <w:rPr>
          <w:rFonts w:eastAsia="Arial"/>
          <w:color w:val="000000"/>
          <w:spacing w:val="-1"/>
          <w:sz w:val="20"/>
        </w:rPr>
        <w:tab/>
      </w:r>
      <w:r>
        <w:rPr>
          <w:rFonts w:eastAsia="Arial"/>
          <w:color w:val="000000"/>
          <w:spacing w:val="-1"/>
          <w:sz w:val="20"/>
        </w:rPr>
        <w:tab/>
        <w:t>Unterschrift des Streikleiters/Schulgruppenvertreters</w:t>
      </w:r>
    </w:p>
    <w:sectPr w:rsidR="00240F11" w:rsidSect="009905B6">
      <w:footerReference w:type="default" r:id="rId8"/>
      <w:type w:val="continuous"/>
      <w:pgSz w:w="11906" w:h="16838"/>
      <w:pgMar w:top="2552" w:right="1134" w:bottom="295" w:left="1418" w:header="720" w:footer="24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D0A74B" w14:textId="77777777" w:rsidR="00243584" w:rsidRDefault="00243584">
      <w:r>
        <w:separator/>
      </w:r>
    </w:p>
  </w:endnote>
  <w:endnote w:type="continuationSeparator" w:id="0">
    <w:p w14:paraId="79C0C10C" w14:textId="77777777" w:rsidR="00243584" w:rsidRDefault="00243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71"/>
      <w:gridCol w:w="3072"/>
      <w:gridCol w:w="3072"/>
    </w:tblGrid>
    <w:tr w:rsidR="00D325E0" w:rsidRPr="00D325E0" w14:paraId="4504E965" w14:textId="77777777" w:rsidTr="00D325E0">
      <w:tc>
        <w:tcPr>
          <w:tcW w:w="3071" w:type="dxa"/>
          <w:vAlign w:val="center"/>
        </w:tcPr>
        <w:p w14:paraId="3614B3DC" w14:textId="77777777" w:rsidR="000E5CDE" w:rsidRPr="00D325E0" w:rsidRDefault="000E5CDE" w:rsidP="00D325E0">
          <w:pPr>
            <w:pStyle w:val="Fuzeile"/>
            <w:rPr>
              <w:color w:val="477A00"/>
              <w:sz w:val="16"/>
            </w:rPr>
          </w:pPr>
          <w:r w:rsidRPr="00D325E0">
            <w:rPr>
              <w:color w:val="477A00"/>
              <w:sz w:val="16"/>
            </w:rPr>
            <w:t>LVBS Sachsen e.V.</w:t>
          </w:r>
        </w:p>
      </w:tc>
      <w:tc>
        <w:tcPr>
          <w:tcW w:w="3072" w:type="dxa"/>
          <w:vAlign w:val="center"/>
        </w:tcPr>
        <w:p w14:paraId="5344C966" w14:textId="77777777" w:rsidR="000E5CDE" w:rsidRPr="00D325E0" w:rsidRDefault="00D325E0" w:rsidP="00D325E0">
          <w:pPr>
            <w:pStyle w:val="Fuzeile"/>
            <w:ind w:firstLine="120"/>
            <w:rPr>
              <w:color w:val="477A00"/>
              <w:sz w:val="16"/>
            </w:rPr>
          </w:pPr>
          <w:r>
            <w:rPr>
              <w:color w:val="477A00"/>
              <w:sz w:val="16"/>
            </w:rPr>
            <w:t xml:space="preserve">Telefon: </w:t>
          </w:r>
          <w:r w:rsidRPr="00D325E0">
            <w:rPr>
              <w:color w:val="477A00"/>
              <w:sz w:val="16"/>
            </w:rPr>
            <w:t>0351 47591020</w:t>
          </w:r>
        </w:p>
      </w:tc>
      <w:tc>
        <w:tcPr>
          <w:tcW w:w="3072" w:type="dxa"/>
          <w:vAlign w:val="center"/>
        </w:tcPr>
        <w:p w14:paraId="10EF3D07" w14:textId="77777777" w:rsidR="000E5CDE" w:rsidRPr="00D325E0" w:rsidRDefault="00D325E0" w:rsidP="00D325E0">
          <w:pPr>
            <w:pStyle w:val="Fuzeile"/>
            <w:ind w:firstLine="24"/>
            <w:rPr>
              <w:color w:val="477A00"/>
              <w:sz w:val="16"/>
            </w:rPr>
          </w:pPr>
          <w:r w:rsidRPr="00D325E0">
            <w:rPr>
              <w:color w:val="477A00"/>
              <w:sz w:val="16"/>
            </w:rPr>
            <w:t>E-Mail: kontakt@lvbs-sachsen.de</w:t>
          </w:r>
        </w:p>
      </w:tc>
    </w:tr>
    <w:tr w:rsidR="00D325E0" w:rsidRPr="00D325E0" w14:paraId="2F5BC3A0" w14:textId="77777777" w:rsidTr="00D325E0">
      <w:tc>
        <w:tcPr>
          <w:tcW w:w="3071" w:type="dxa"/>
          <w:vAlign w:val="center"/>
        </w:tcPr>
        <w:p w14:paraId="687A95D7" w14:textId="77777777" w:rsidR="00D325E0" w:rsidRPr="00D325E0" w:rsidRDefault="00D325E0" w:rsidP="00D325E0">
          <w:pPr>
            <w:pStyle w:val="Fuzeile"/>
            <w:ind w:hanging="28"/>
            <w:rPr>
              <w:color w:val="477A00"/>
              <w:sz w:val="16"/>
            </w:rPr>
          </w:pPr>
          <w:r w:rsidRPr="00D325E0">
            <w:rPr>
              <w:color w:val="477A00"/>
              <w:sz w:val="16"/>
            </w:rPr>
            <w:t>Strehlener Straße 14</w:t>
          </w:r>
        </w:p>
      </w:tc>
      <w:tc>
        <w:tcPr>
          <w:tcW w:w="3072" w:type="dxa"/>
          <w:vAlign w:val="center"/>
        </w:tcPr>
        <w:p w14:paraId="41D34441" w14:textId="77777777" w:rsidR="00D325E0" w:rsidRPr="00D325E0" w:rsidRDefault="00D325E0" w:rsidP="00D325E0">
          <w:pPr>
            <w:pStyle w:val="Fuzeile"/>
            <w:ind w:firstLine="120"/>
            <w:rPr>
              <w:color w:val="477A00"/>
              <w:sz w:val="16"/>
            </w:rPr>
          </w:pPr>
          <w:r>
            <w:rPr>
              <w:color w:val="477A00"/>
              <w:sz w:val="16"/>
            </w:rPr>
            <w:t xml:space="preserve">Fax: </w:t>
          </w:r>
          <w:r w:rsidRPr="00D325E0">
            <w:rPr>
              <w:color w:val="477A00"/>
              <w:sz w:val="16"/>
            </w:rPr>
            <w:t>0351 47591020</w:t>
          </w:r>
        </w:p>
      </w:tc>
      <w:tc>
        <w:tcPr>
          <w:tcW w:w="3072" w:type="dxa"/>
          <w:vAlign w:val="center"/>
        </w:tcPr>
        <w:p w14:paraId="60EE41B6" w14:textId="77777777" w:rsidR="00D325E0" w:rsidRPr="00D325E0" w:rsidRDefault="00D325E0" w:rsidP="00D325E0">
          <w:pPr>
            <w:pStyle w:val="Fuzeile"/>
            <w:ind w:firstLine="24"/>
            <w:rPr>
              <w:color w:val="477A00"/>
              <w:sz w:val="16"/>
            </w:rPr>
          </w:pPr>
          <w:r>
            <w:rPr>
              <w:color w:val="477A00"/>
              <w:sz w:val="16"/>
            </w:rPr>
            <w:t>www.lvbs-sachsen.de</w:t>
          </w:r>
        </w:p>
      </w:tc>
    </w:tr>
    <w:tr w:rsidR="00D325E0" w:rsidRPr="00D325E0" w14:paraId="1250C54D" w14:textId="77777777" w:rsidTr="00D325E0">
      <w:tc>
        <w:tcPr>
          <w:tcW w:w="3071" w:type="dxa"/>
          <w:vAlign w:val="center"/>
        </w:tcPr>
        <w:p w14:paraId="6E6CA92A" w14:textId="77777777" w:rsidR="00D325E0" w:rsidRPr="00D325E0" w:rsidRDefault="00D325E0" w:rsidP="00D325E0">
          <w:pPr>
            <w:pStyle w:val="Fuzeile"/>
            <w:ind w:hanging="28"/>
            <w:rPr>
              <w:color w:val="477A00"/>
              <w:sz w:val="16"/>
            </w:rPr>
          </w:pPr>
          <w:r w:rsidRPr="00D325E0">
            <w:rPr>
              <w:color w:val="477A00"/>
              <w:sz w:val="16"/>
            </w:rPr>
            <w:t>01069 Dresden</w:t>
          </w:r>
        </w:p>
      </w:tc>
      <w:tc>
        <w:tcPr>
          <w:tcW w:w="3072" w:type="dxa"/>
          <w:vAlign w:val="center"/>
        </w:tcPr>
        <w:p w14:paraId="59A29A81" w14:textId="77777777" w:rsidR="00D325E0" w:rsidRPr="00D325E0" w:rsidRDefault="00D325E0" w:rsidP="008D2754">
          <w:pPr>
            <w:pStyle w:val="Fuzeile"/>
            <w:ind w:firstLine="737"/>
            <w:rPr>
              <w:color w:val="477A00"/>
              <w:sz w:val="16"/>
            </w:rPr>
          </w:pPr>
        </w:p>
      </w:tc>
      <w:tc>
        <w:tcPr>
          <w:tcW w:w="3072" w:type="dxa"/>
          <w:vAlign w:val="center"/>
        </w:tcPr>
        <w:p w14:paraId="4E0E3695" w14:textId="77777777" w:rsidR="00D325E0" w:rsidRPr="00D325E0" w:rsidRDefault="00D325E0" w:rsidP="004C6F60">
          <w:pPr>
            <w:pStyle w:val="Fuzeile"/>
            <w:ind w:firstLine="261"/>
            <w:rPr>
              <w:color w:val="477A00"/>
              <w:sz w:val="16"/>
            </w:rPr>
          </w:pPr>
        </w:p>
      </w:tc>
    </w:tr>
  </w:tbl>
  <w:p w14:paraId="3FADE647" w14:textId="77777777" w:rsidR="00507BE6" w:rsidRPr="00D325E0" w:rsidRDefault="00507BE6">
    <w:pPr>
      <w:pStyle w:val="Fuzeile"/>
      <w:rPr>
        <w:color w:val="477A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8AD2F" w14:textId="77777777" w:rsidR="00243584" w:rsidRDefault="00243584">
      <w:r>
        <w:separator/>
      </w:r>
    </w:p>
  </w:footnote>
  <w:footnote w:type="continuationSeparator" w:id="0">
    <w:p w14:paraId="5C36F35D" w14:textId="77777777" w:rsidR="00243584" w:rsidRDefault="00243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551DC21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83.6pt;height:306.9pt" o:bullet="t">
        <v:imagedata r:id="rId1" o:title="logo"/>
      </v:shape>
    </w:pict>
  </w:numPicBullet>
  <w:abstractNum w:abstractNumId="0" w15:restartNumberingAfterBreak="0">
    <w:nsid w:val="00DE73C3"/>
    <w:multiLevelType w:val="hybridMultilevel"/>
    <w:tmpl w:val="D5BE7D4A"/>
    <w:lvl w:ilvl="0" w:tplc="DD4E7C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6C70F0"/>
    <w:multiLevelType w:val="hybridMultilevel"/>
    <w:tmpl w:val="BABC6828"/>
    <w:lvl w:ilvl="0" w:tplc="0156B3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4D1429"/>
    <w:multiLevelType w:val="hybridMultilevel"/>
    <w:tmpl w:val="5E32F6D2"/>
    <w:lvl w:ilvl="0" w:tplc="E702BD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2343D8"/>
    <w:multiLevelType w:val="hybridMultilevel"/>
    <w:tmpl w:val="E068B75E"/>
    <w:lvl w:ilvl="0" w:tplc="0DACBEF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attachedTemplate r:id="rId1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DE7"/>
    <w:rsid w:val="000271C8"/>
    <w:rsid w:val="00030361"/>
    <w:rsid w:val="00067501"/>
    <w:rsid w:val="000C1F9F"/>
    <w:rsid w:val="000D74AF"/>
    <w:rsid w:val="000E5CDE"/>
    <w:rsid w:val="000F2506"/>
    <w:rsid w:val="00124D94"/>
    <w:rsid w:val="001439D8"/>
    <w:rsid w:val="001F2B1B"/>
    <w:rsid w:val="00231768"/>
    <w:rsid w:val="00240F11"/>
    <w:rsid w:val="00243584"/>
    <w:rsid w:val="002E285C"/>
    <w:rsid w:val="002F57FA"/>
    <w:rsid w:val="00312D04"/>
    <w:rsid w:val="00380653"/>
    <w:rsid w:val="003F72F2"/>
    <w:rsid w:val="00454440"/>
    <w:rsid w:val="004A127D"/>
    <w:rsid w:val="004C49EB"/>
    <w:rsid w:val="004C6F60"/>
    <w:rsid w:val="004E77D1"/>
    <w:rsid w:val="00507BE6"/>
    <w:rsid w:val="00541D74"/>
    <w:rsid w:val="00562EA9"/>
    <w:rsid w:val="005730F4"/>
    <w:rsid w:val="005B0AC4"/>
    <w:rsid w:val="005E10E9"/>
    <w:rsid w:val="005F0687"/>
    <w:rsid w:val="00635DE6"/>
    <w:rsid w:val="006F69D4"/>
    <w:rsid w:val="007058AF"/>
    <w:rsid w:val="00744466"/>
    <w:rsid w:val="00753DE7"/>
    <w:rsid w:val="00767A58"/>
    <w:rsid w:val="007F1855"/>
    <w:rsid w:val="007F44F9"/>
    <w:rsid w:val="0082536D"/>
    <w:rsid w:val="008779FB"/>
    <w:rsid w:val="008947D1"/>
    <w:rsid w:val="008D2754"/>
    <w:rsid w:val="009905B6"/>
    <w:rsid w:val="009F0F94"/>
    <w:rsid w:val="00A55102"/>
    <w:rsid w:val="00A90AA9"/>
    <w:rsid w:val="00A95647"/>
    <w:rsid w:val="00AA1A21"/>
    <w:rsid w:val="00AF170A"/>
    <w:rsid w:val="00AF6FC3"/>
    <w:rsid w:val="00B305EF"/>
    <w:rsid w:val="00BE709E"/>
    <w:rsid w:val="00BF68D7"/>
    <w:rsid w:val="00BF6CD5"/>
    <w:rsid w:val="00D01FB7"/>
    <w:rsid w:val="00D05BF3"/>
    <w:rsid w:val="00D30EF2"/>
    <w:rsid w:val="00D325E0"/>
    <w:rsid w:val="00D366EB"/>
    <w:rsid w:val="00D46B03"/>
    <w:rsid w:val="00D72321"/>
    <w:rsid w:val="00E72632"/>
    <w:rsid w:val="00E81A24"/>
    <w:rsid w:val="00E87834"/>
    <w:rsid w:val="00EA7B53"/>
    <w:rsid w:val="00E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1D4D1"/>
  <w15:docId w15:val="{407F12F5-BEAE-4656-A681-AB5DD02C8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36"/>
    </w:rPr>
  </w:style>
  <w:style w:type="paragraph" w:styleId="berschrift2">
    <w:name w:val="heading 2"/>
    <w:basedOn w:val="Standard"/>
    <w:next w:val="Standard"/>
    <w:qFormat/>
    <w:pPr>
      <w:keepNext/>
      <w:tabs>
        <w:tab w:val="center" w:pos="2410"/>
      </w:tabs>
      <w:outlineLvl w:val="1"/>
    </w:pPr>
    <w:rPr>
      <w:sz w:val="16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noProof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pPr>
      <w:spacing w:line="360" w:lineRule="auto"/>
    </w:pPr>
    <w:rPr>
      <w:sz w:val="2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0E5CDE"/>
    <w:rPr>
      <w:sz w:val="20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0E5CDE"/>
    <w:rPr>
      <w:rFonts w:ascii="Arial" w:hAnsi="Arial"/>
    </w:rPr>
  </w:style>
  <w:style w:type="character" w:styleId="Endnotenzeichen">
    <w:name w:val="endnote reference"/>
    <w:uiPriority w:val="99"/>
    <w:semiHidden/>
    <w:unhideWhenUsed/>
    <w:rsid w:val="000E5CDE"/>
    <w:rPr>
      <w:vertAlign w:val="superscript"/>
    </w:rPr>
  </w:style>
  <w:style w:type="table" w:customStyle="1" w:styleId="Tabellengitternetz">
    <w:name w:val="Tabellengitternetz"/>
    <w:basedOn w:val="NormaleTabelle"/>
    <w:uiPriority w:val="59"/>
    <w:rsid w:val="000E5CD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03036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BLBS\Brief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5D78C-D5BF-4A91-B30B-D5D58A906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Briefvorlage.dot</Template>
  <TotalTime>0</TotalTime>
  <Pages>1</Pages>
  <Words>52</Words>
  <Characters>317</Characters>
  <Application>Microsoft Office Word</Application>
  <DocSecurity>0</DocSecurity>
  <Lines>95</Lines>
  <Paragraphs>29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2</vt:i4>
      </vt:variant>
    </vt:vector>
  </HeadingPairs>
  <TitlesOfParts>
    <vt:vector size="3" baseType="lpstr">
      <vt:lpstr/>
      <vt:lpstr>    ///Streikerfassungsliste</vt:lpstr>
      <vt:lpstr>    </vt:lpstr>
    </vt:vector>
  </TitlesOfParts>
  <Company>BSZ ET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BSZ</dc:creator>
  <cp:lastModifiedBy>Dirk Baumbach</cp:lastModifiedBy>
  <cp:revision>6</cp:revision>
  <cp:lastPrinted>2023-10-26T11:18:00Z</cp:lastPrinted>
  <dcterms:created xsi:type="dcterms:W3CDTF">2023-10-26T08:29:00Z</dcterms:created>
  <dcterms:modified xsi:type="dcterms:W3CDTF">2023-10-26T11:38:00Z</dcterms:modified>
</cp:coreProperties>
</file>